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34F" w:rsidRDefault="00E6696D" w:rsidP="00BA134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B2F13AA" wp14:editId="681234E6">
                <wp:simplePos x="0" y="0"/>
                <wp:positionH relativeFrom="page">
                  <wp:posOffset>771525</wp:posOffset>
                </wp:positionH>
                <wp:positionV relativeFrom="page">
                  <wp:posOffset>3038475</wp:posOffset>
                </wp:positionV>
                <wp:extent cx="2622550" cy="209550"/>
                <wp:effectExtent l="0" t="0" r="635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134F" w:rsidRPr="00420ABB" w:rsidRDefault="00E6696D" w:rsidP="00420ABB">
                            <w:pPr>
                              <w:pStyle w:val="a3"/>
                              <w:spacing w:after="0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 xml:space="preserve">О </w:t>
                            </w:r>
                            <w:r w:rsidR="005A3EE6">
                              <w:rPr>
                                <w:b w:val="0"/>
                              </w:rPr>
                              <w:t>проведении акции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F13A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60.75pt;margin-top:239.25pt;width:206.5pt;height:16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" filled="f" stroked="f">
                <v:textbox inset="0,0,0,0">
                  <w:txbxContent>
                    <w:p w:rsidR="00BA134F" w:rsidRPr="00420ABB" w:rsidRDefault="00E6696D" w:rsidP="00420ABB">
                      <w:pPr>
                        <w:pStyle w:val="a3"/>
                        <w:spacing w:after="0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 xml:space="preserve">О </w:t>
                      </w:r>
                      <w:r w:rsidR="005A3EE6">
                        <w:rPr>
                          <w:b w:val="0"/>
                        </w:rPr>
                        <w:t>проведении акции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F0875" w:rsidRPr="007E66CC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7430C3C" wp14:editId="62395B7F">
                <wp:simplePos x="0" y="0"/>
                <wp:positionH relativeFrom="page">
                  <wp:posOffset>3999505</wp:posOffset>
                </wp:positionH>
                <wp:positionV relativeFrom="page">
                  <wp:posOffset>1375576</wp:posOffset>
                </wp:positionV>
                <wp:extent cx="2937179" cy="1916430"/>
                <wp:effectExtent l="0" t="0" r="15875" b="7620"/>
                <wp:wrapNone/>
                <wp:docPr id="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7179" cy="191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5455" w:rsidRPr="00877EAB" w:rsidRDefault="00846905" w:rsidP="00255455">
                            <w:pPr>
                              <w:spacing w:line="240" w:lineRule="exac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Главам администраций муниципальных и городских округов Пермского края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430C3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314.9pt;margin-top:108.3pt;width:231.25pt;height:150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" filled="f" stroked="f">
                <v:textbox inset="0,0,0,0">
                  <w:txbxContent>
                    <w:p w:rsidR="00255455" w:rsidRPr="00877EAB" w:rsidRDefault="00846905" w:rsidP="00255455">
                      <w:pPr>
                        <w:spacing w:line="240" w:lineRule="exac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Главам администраций муниципальных и городских округов Пермского края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F0875">
        <w:rPr>
          <w:noProof/>
        </w:rPr>
        <w:drawing>
          <wp:anchor distT="0" distB="0" distL="114300" distR="114300" simplePos="0" relativeHeight="251654656" behindDoc="0" locked="0" layoutInCell="1" allowOverlap="1" wp14:anchorId="2BB3A5A3" wp14:editId="25E620FA">
            <wp:simplePos x="0" y="0"/>
            <wp:positionH relativeFrom="page">
              <wp:posOffset>707390</wp:posOffset>
            </wp:positionH>
            <wp:positionV relativeFrom="page">
              <wp:posOffset>365760</wp:posOffset>
            </wp:positionV>
            <wp:extent cx="6377305" cy="2749550"/>
            <wp:effectExtent l="0" t="0" r="444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иказ_АП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7305" cy="274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2366" w:rsidRPr="002A6E48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7737558" wp14:editId="73696378">
                <wp:simplePos x="0" y="0"/>
                <wp:positionH relativeFrom="page">
                  <wp:posOffset>2204720</wp:posOffset>
                </wp:positionH>
                <wp:positionV relativeFrom="page">
                  <wp:posOffset>2706370</wp:posOffset>
                </wp:positionV>
                <wp:extent cx="1351915" cy="182880"/>
                <wp:effectExtent l="0" t="0" r="635" b="762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91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6E48" w:rsidRPr="002A6E48" w:rsidRDefault="002A6E48" w:rsidP="002A6E4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1D05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73.6pt;margin-top:213.1pt;width:106.45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" filled="f" stroked="f">
                <v:textbox inset="0,0,0,0">
                  <w:txbxContent>
                    <w:p w:rsidR="002A6E48" w:rsidRPr="002A6E48" w:rsidRDefault="002A6E48" w:rsidP="002A6E48"/>
                  </w:txbxContent>
                </v:textbox>
                <w10:wrap anchorx="page" anchory="page"/>
              </v:shape>
            </w:pict>
          </mc:Fallback>
        </mc:AlternateContent>
      </w:r>
      <w:r w:rsidR="00042366" w:rsidRPr="002A6E48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D19DCC5" wp14:editId="543733E1">
                <wp:simplePos x="0" y="0"/>
                <wp:positionH relativeFrom="page">
                  <wp:posOffset>1076325</wp:posOffset>
                </wp:positionH>
                <wp:positionV relativeFrom="page">
                  <wp:posOffset>2701925</wp:posOffset>
                </wp:positionV>
                <wp:extent cx="857250" cy="182880"/>
                <wp:effectExtent l="0" t="0" r="0" b="762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6E48" w:rsidRPr="002A6E48" w:rsidRDefault="002A6E48" w:rsidP="002A6E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8D42D" id="Text Box 4" o:spid="_x0000_s1027" type="#_x0000_t202" style="position:absolute;margin-left:84.75pt;margin-top:212.75pt;width:67.5pt;height:14.4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62zrwIAAK8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" filled="f" stroked="f">
                <v:textbox inset="0,0,0,0">
                  <w:txbxContent>
                    <w:p w:rsidR="002A6E48" w:rsidRPr="002A6E48" w:rsidRDefault="002A6E48" w:rsidP="002A6E48">
                      <w:pPr>
                        <w:jc w:val="cente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42366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CE0F0F" wp14:editId="5024A7DC">
                <wp:simplePos x="0" y="0"/>
                <wp:positionH relativeFrom="page">
                  <wp:posOffset>2193290</wp:posOffset>
                </wp:positionH>
                <wp:positionV relativeFrom="page">
                  <wp:posOffset>2391410</wp:posOffset>
                </wp:positionV>
                <wp:extent cx="2089150" cy="182880"/>
                <wp:effectExtent l="0" t="0" r="6350" b="762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915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134F" w:rsidRPr="00BA134F" w:rsidRDefault="00BA134F" w:rsidP="00BA134F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AD534" id="_x0000_s1028" type="#_x0000_t202" style="position:absolute;margin-left:172.7pt;margin-top:188.3pt;width:164.5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" filled="f" stroked="f">
                <v:textbox inset="0,0,0,0">
                  <w:txbxContent>
                    <w:p w:rsidR="00BA134F" w:rsidRPr="00BA134F" w:rsidRDefault="00BA134F" w:rsidP="00BA134F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42366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94894F7" wp14:editId="60878CBD">
                <wp:simplePos x="0" y="0"/>
                <wp:positionH relativeFrom="page">
                  <wp:posOffset>803275</wp:posOffset>
                </wp:positionH>
                <wp:positionV relativeFrom="page">
                  <wp:posOffset>2388870</wp:posOffset>
                </wp:positionV>
                <wp:extent cx="1324610" cy="182880"/>
                <wp:effectExtent l="0" t="0" r="8890" b="762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46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134F" w:rsidRPr="00BA134F" w:rsidRDefault="00BA134F" w:rsidP="00BA134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894F7" id="_x0000_s1031" type="#_x0000_t202" style="position:absolute;margin-left:63.25pt;margin-top:188.1pt;width:104.3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nRdsAIAALA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" filled="f" stroked="f">
                <v:textbox inset="0,0,0,0">
                  <w:txbxContent>
                    <w:p w:rsidR="00BA134F" w:rsidRPr="00BA134F" w:rsidRDefault="00BA134F" w:rsidP="00BA134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00D24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0" allowOverlap="1" wp14:anchorId="18091361" wp14:editId="2F392032">
                <wp:simplePos x="0" y="0"/>
                <wp:positionH relativeFrom="page">
                  <wp:posOffset>900430</wp:posOffset>
                </wp:positionH>
                <wp:positionV relativeFrom="page">
                  <wp:posOffset>9832340</wp:posOffset>
                </wp:positionV>
                <wp:extent cx="3383915" cy="374650"/>
                <wp:effectExtent l="0" t="2540" r="1905" b="381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134F" w:rsidRDefault="007966A2" w:rsidP="00BA134F">
                            <w:pPr>
                              <w:pStyle w:val="a5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Гаспер</w:t>
                            </w:r>
                            <w:r w:rsidR="00E6696D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Екатерина</w:t>
                            </w:r>
                            <w:r w:rsidR="00E6696D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Германовна</w:t>
                            </w:r>
                          </w:p>
                          <w:p w:rsidR="00E6696D" w:rsidRPr="00BA134F" w:rsidRDefault="00E6696D" w:rsidP="00BA134F">
                            <w:pPr>
                              <w:pStyle w:val="a5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(342) 253 7</w:t>
                            </w:r>
                            <w:r w:rsidR="008A0326">
                              <w:rPr>
                                <w:sz w:val="20"/>
                              </w:rPr>
                              <w:t>0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="008A0326">
                              <w:rPr>
                                <w:sz w:val="20"/>
                              </w:rPr>
                              <w:t>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91361" id="Text Box 3" o:spid="_x0000_s1032" type="#_x0000_t202" style="position:absolute;margin-left:70.9pt;margin-top:774.2pt;width:266.45pt;height:29.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" o:allowincell="f" filled="f" stroked="f">
                <v:textbox inset="0,0,0,0">
                  <w:txbxContent>
                    <w:p w:rsidR="00BA134F" w:rsidRDefault="007966A2" w:rsidP="00BA134F">
                      <w:pPr>
                        <w:pStyle w:val="a5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Гаспер</w:t>
                      </w:r>
                      <w:r w:rsidR="00E6696D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Екатерина</w:t>
                      </w:r>
                      <w:r w:rsidR="00E6696D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Германовна</w:t>
                      </w:r>
                    </w:p>
                    <w:p w:rsidR="00E6696D" w:rsidRPr="00BA134F" w:rsidRDefault="00E6696D" w:rsidP="00BA134F">
                      <w:pPr>
                        <w:pStyle w:val="a5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(342) 253 7</w:t>
                      </w:r>
                      <w:r w:rsidR="008A0326">
                        <w:rPr>
                          <w:sz w:val="20"/>
                        </w:rPr>
                        <w:t>0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="008A0326">
                        <w:rPr>
                          <w:sz w:val="20"/>
                        </w:rPr>
                        <w:t>95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C80448" w:rsidRDefault="00E6696D" w:rsidP="00E6696D">
      <w:pPr>
        <w:pStyle w:val="a4"/>
        <w:spacing w:before="480" w:after="240"/>
        <w:jc w:val="center"/>
      </w:pPr>
      <w:r>
        <w:t>Уважаемые коллеги!</w:t>
      </w:r>
    </w:p>
    <w:p w:rsidR="00852F62" w:rsidRDefault="00852F62" w:rsidP="000C79DF">
      <w:pPr>
        <w:pStyle w:val="a4"/>
      </w:pPr>
      <w:r>
        <w:t xml:space="preserve">В дополнение к письму № 02-20-05-134 от 24.05.2023 г. о проведении краевой акции «Безопасные окна» (далее – Акция) направляем ссылку </w:t>
      </w:r>
      <w:r w:rsidR="00CC44B0">
        <w:br/>
      </w:r>
      <w:r>
        <w:t xml:space="preserve">на скачивание и дальнейшее использование материалов </w:t>
      </w:r>
      <w:hyperlink r:id="rId5" w:history="1">
        <w:r w:rsidRPr="00A23A85">
          <w:rPr>
            <w:rStyle w:val="a7"/>
          </w:rPr>
          <w:t>https://disk.yandex.ru/d/nJ08zMubEXeKMQ</w:t>
        </w:r>
      </w:hyperlink>
      <w:r>
        <w:t>. Просим максимально распространить данные материалы (видеоролики, памятки) для наиболее широкого охвата целевой аудитории.</w:t>
      </w:r>
    </w:p>
    <w:p w:rsidR="000C5EEC" w:rsidRDefault="00621659" w:rsidP="000C79DF">
      <w:pPr>
        <w:pStyle w:val="a4"/>
      </w:pPr>
      <w:r>
        <w:t xml:space="preserve">Напоминаем, что </w:t>
      </w:r>
      <w:r>
        <w:t>Акция</w:t>
      </w:r>
      <w:r>
        <w:t xml:space="preserve"> </w:t>
      </w:r>
      <w:r>
        <w:t>будет проходить на территории Пермского края</w:t>
      </w:r>
      <w:r>
        <w:t xml:space="preserve"> </w:t>
      </w:r>
      <w:r w:rsidR="00CC44B0">
        <w:br/>
      </w:r>
      <w:r>
        <w:t>с</w:t>
      </w:r>
      <w:r w:rsidR="000C5EEC">
        <w:t xml:space="preserve"> 5 по 13 июня </w:t>
      </w:r>
      <w:r w:rsidR="000C79DF">
        <w:t xml:space="preserve">2023 г. </w:t>
      </w:r>
      <w:r>
        <w:t xml:space="preserve">Ее цель – широкое </w:t>
      </w:r>
      <w:r w:rsidR="000C79DF">
        <w:t xml:space="preserve">информирование населения </w:t>
      </w:r>
      <w:r w:rsidR="00CC44B0">
        <w:br/>
      </w:r>
      <w:bookmarkStart w:id="0" w:name="_GoBack"/>
      <w:bookmarkEnd w:id="0"/>
      <w:r w:rsidR="000C79DF">
        <w:t>о профилактике выпадения детей из окон</w:t>
      </w:r>
      <w:r w:rsidR="00AA4077">
        <w:t>, привлечение общественного внимания к данной проблематике. Целевая аудитория – родители</w:t>
      </w:r>
      <w:r>
        <w:t xml:space="preserve"> с малолетними детьми</w:t>
      </w:r>
      <w:r w:rsidR="00AA4077">
        <w:t>, законные представител</w:t>
      </w:r>
      <w:r w:rsidR="00BD1BE2">
        <w:t xml:space="preserve">и, дети, специалисты, работающие с детьми. В течение недели в рамках Акции запланированы различные мероприятия – </w:t>
      </w:r>
      <w:proofErr w:type="spellStart"/>
      <w:r w:rsidR="00BD1BE2">
        <w:t>флэшмоб</w:t>
      </w:r>
      <w:proofErr w:type="spellEnd"/>
      <w:r w:rsidR="00BD1BE2">
        <w:t>, ротация социальных роликов, раздача печатной продукции, просветительская акция, презентация удерживающих устройств, публикации в СМИ и др. Подробное описание – в программе-сценарии.</w:t>
      </w:r>
    </w:p>
    <w:p w:rsidR="00BD1BE2" w:rsidRDefault="00BD1BE2" w:rsidP="000C79DF">
      <w:pPr>
        <w:pStyle w:val="a4"/>
      </w:pPr>
      <w:r>
        <w:t xml:space="preserve">Просим принять активное участие в </w:t>
      </w:r>
      <w:r w:rsidR="00ED60F9">
        <w:t xml:space="preserve">организации и проведении мероприятий </w:t>
      </w:r>
      <w:r>
        <w:t xml:space="preserve">Акции и </w:t>
      </w:r>
      <w:r w:rsidR="00852911">
        <w:t>обеспечить максимальный охват аудитории</w:t>
      </w:r>
      <w:r w:rsidR="00ED60F9">
        <w:t xml:space="preserve"> в каждом муниципалитете</w:t>
      </w:r>
      <w:r w:rsidR="007476ED">
        <w:t>.</w:t>
      </w:r>
    </w:p>
    <w:p w:rsidR="000C5EEC" w:rsidRDefault="00B47D4A" w:rsidP="00B47D4A">
      <w:pPr>
        <w:pStyle w:val="a4"/>
        <w:spacing w:before="240"/>
      </w:pPr>
      <w:r>
        <w:t>Приложение: упомянутое на 2 л. в 1 экз.</w:t>
      </w:r>
    </w:p>
    <w:p w:rsidR="00BA134F" w:rsidRDefault="00E6696D" w:rsidP="00E6696D">
      <w:pPr>
        <w:pStyle w:val="a4"/>
        <w:spacing w:before="720" w:line="240" w:lineRule="exact"/>
        <w:ind w:firstLine="0"/>
      </w:pPr>
      <w:r>
        <w:t>Директор департамента</w:t>
      </w:r>
    </w:p>
    <w:p w:rsidR="00E6696D" w:rsidRDefault="00E6696D" w:rsidP="00E6696D">
      <w:pPr>
        <w:pStyle w:val="a4"/>
        <w:spacing w:line="240" w:lineRule="exact"/>
        <w:ind w:firstLine="0"/>
      </w:pPr>
      <w:r>
        <w:t>социальной политики, заместитель</w:t>
      </w:r>
    </w:p>
    <w:p w:rsidR="00E6696D" w:rsidRDefault="00E6696D" w:rsidP="00E6696D">
      <w:pPr>
        <w:pStyle w:val="a4"/>
        <w:spacing w:line="240" w:lineRule="exact"/>
        <w:ind w:firstLine="0"/>
      </w:pPr>
      <w:r>
        <w:t>председателя комиссии по делам</w:t>
      </w:r>
    </w:p>
    <w:p w:rsidR="00E6696D" w:rsidRDefault="00E6696D" w:rsidP="00E6696D">
      <w:pPr>
        <w:pStyle w:val="a4"/>
        <w:spacing w:line="240" w:lineRule="exact"/>
        <w:ind w:firstLine="0"/>
      </w:pPr>
      <w:r>
        <w:t>несовершеннолетних и защите их прав</w:t>
      </w:r>
    </w:p>
    <w:p w:rsidR="00BA134F" w:rsidRDefault="00E6696D" w:rsidP="00E6696D">
      <w:pPr>
        <w:pStyle w:val="a4"/>
        <w:spacing w:line="240" w:lineRule="exact"/>
        <w:ind w:firstLine="0"/>
      </w:pPr>
      <w:r>
        <w:t>Пермского края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Е.В. Кравчук</w:t>
      </w:r>
    </w:p>
    <w:sectPr w:rsidR="00BA134F" w:rsidSect="00BA134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BB"/>
    <w:rsid w:val="00042366"/>
    <w:rsid w:val="000A7A47"/>
    <w:rsid w:val="000C5EEC"/>
    <w:rsid w:val="000C79DF"/>
    <w:rsid w:val="001D02CD"/>
    <w:rsid w:val="00255455"/>
    <w:rsid w:val="002A6E48"/>
    <w:rsid w:val="002B267E"/>
    <w:rsid w:val="00332522"/>
    <w:rsid w:val="003C5D2E"/>
    <w:rsid w:val="00420ABB"/>
    <w:rsid w:val="005842F2"/>
    <w:rsid w:val="005A3EE6"/>
    <w:rsid w:val="005B7C2C"/>
    <w:rsid w:val="00610403"/>
    <w:rsid w:val="006155F3"/>
    <w:rsid w:val="00621659"/>
    <w:rsid w:val="00637B08"/>
    <w:rsid w:val="006F0875"/>
    <w:rsid w:val="007476ED"/>
    <w:rsid w:val="007966A2"/>
    <w:rsid w:val="007F50E9"/>
    <w:rsid w:val="00817ACA"/>
    <w:rsid w:val="00846905"/>
    <w:rsid w:val="00852911"/>
    <w:rsid w:val="00852F62"/>
    <w:rsid w:val="008A0326"/>
    <w:rsid w:val="008E7CAA"/>
    <w:rsid w:val="009E0A17"/>
    <w:rsid w:val="00A457D6"/>
    <w:rsid w:val="00A66F15"/>
    <w:rsid w:val="00A81084"/>
    <w:rsid w:val="00AA344C"/>
    <w:rsid w:val="00AA4077"/>
    <w:rsid w:val="00AC5A01"/>
    <w:rsid w:val="00B4706C"/>
    <w:rsid w:val="00B47D4A"/>
    <w:rsid w:val="00BA134F"/>
    <w:rsid w:val="00BB6EA3"/>
    <w:rsid w:val="00BD1BE2"/>
    <w:rsid w:val="00C00D24"/>
    <w:rsid w:val="00C80448"/>
    <w:rsid w:val="00CC44B0"/>
    <w:rsid w:val="00DB2E78"/>
    <w:rsid w:val="00E36C2B"/>
    <w:rsid w:val="00E50ACB"/>
    <w:rsid w:val="00E55D54"/>
    <w:rsid w:val="00E6696D"/>
    <w:rsid w:val="00ED60F9"/>
    <w:rsid w:val="00F4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208233-FD8F-41A2-A790-9918CD87B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A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BA134F"/>
    <w:pPr>
      <w:suppressAutoHyphens/>
      <w:spacing w:after="240" w:line="240" w:lineRule="exact"/>
    </w:pPr>
    <w:rPr>
      <w:b/>
      <w:sz w:val="28"/>
      <w:szCs w:val="20"/>
    </w:rPr>
  </w:style>
  <w:style w:type="paragraph" w:customStyle="1" w:styleId="a5">
    <w:name w:val="Исполнитель"/>
    <w:basedOn w:val="a4"/>
    <w:rsid w:val="00BA134F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6"/>
    <w:rsid w:val="00BA134F"/>
    <w:pPr>
      <w:spacing w:line="360" w:lineRule="exact"/>
      <w:ind w:firstLine="709"/>
      <w:jc w:val="both"/>
    </w:pPr>
    <w:rPr>
      <w:sz w:val="28"/>
    </w:rPr>
  </w:style>
  <w:style w:type="character" w:customStyle="1" w:styleId="a6">
    <w:name w:val="Основной текст Знак"/>
    <w:link w:val="a4"/>
    <w:rsid w:val="00BA134F"/>
    <w:rPr>
      <w:sz w:val="28"/>
      <w:szCs w:val="24"/>
    </w:rPr>
  </w:style>
  <w:style w:type="character" w:styleId="a7">
    <w:name w:val="Hyperlink"/>
    <w:basedOn w:val="a0"/>
    <w:unhideWhenUsed/>
    <w:rsid w:val="008E7C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nJ08zMubEXeKMQ" TargetMode="Externa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7;&#1057;&#1057;pirina\&#1057;&#1087;&#1080;&#1088;&#1080;&#1085;&#1072;%20&#1057;&#1057;\&#1073;&#1083;&#1072;&#1085;&#1082;&#1080;\2020.11\&#1040;&#1043;\&#1041;&#1083;&#1072;&#1085;&#1082;%20&#1040;&#1043;%20&#1055;&#105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АГ ПК</Template>
  <TotalTime>8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Спирина Светлана Станиславовна</dc:creator>
  <cp:lastModifiedBy>Гаспер Екатерина Германовна</cp:lastModifiedBy>
  <cp:revision>6</cp:revision>
  <dcterms:created xsi:type="dcterms:W3CDTF">2023-05-29T11:29:00Z</dcterms:created>
  <dcterms:modified xsi:type="dcterms:W3CDTF">2023-05-29T11:37:00Z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Краткое содержание</vt:lpwstr>
  </property>
  <property fmtid="{D5CDD505-2E9C-101B-9397-08002B2CF9AE}" pid="3" name="reg_number">
    <vt:lpwstr>Рег. номер</vt:lpwstr>
  </property>
  <property fmtid="{D5CDD505-2E9C-101B-9397-08002B2CF9AE}" pid="4" name="reg_date">
    <vt:lpwstr>Дата рег.</vt:lpwstr>
  </property>
  <property fmtid="{D5CDD505-2E9C-101B-9397-08002B2CF9AE}" pid="5" name="r_version_label">
    <vt:lpwstr>Версия</vt:lpwstr>
  </property>
  <property fmtid="{D5CDD505-2E9C-101B-9397-08002B2CF9AE}" pid="6" name="r_object_id">
    <vt:lpwstr>Идентификатор документа</vt:lpwstr>
  </property>
  <property fmtid="{D5CDD505-2E9C-101B-9397-08002B2CF9AE}" pid="7" name="sign_flag">
    <vt:lpwstr>Подписан ЭЦП</vt:lpwstr>
  </property>
</Properties>
</file>